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C0B" w:rsidRDefault="007C5C0B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24"/>
        </w:rPr>
      </w:pPr>
    </w:p>
    <w:p w:rsidR="007C5C0B" w:rsidRDefault="007C5C0B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24"/>
        </w:rPr>
      </w:pPr>
    </w:p>
    <w:p w:rsidR="00CA0B6C" w:rsidRDefault="00CA0B6C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LIFE TO THE MAX</w:t>
      </w:r>
      <w:bookmarkStart w:id="0" w:name="_GoBack"/>
      <w:bookmarkEnd w:id="0"/>
    </w:p>
    <w:p w:rsidR="00EB51B4" w:rsidRPr="007C5C0B" w:rsidRDefault="00B72E8C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7C5C0B">
        <w:rPr>
          <w:rFonts w:ascii="Arial" w:hAnsi="Arial" w:cs="Arial"/>
          <w:b/>
          <w:sz w:val="32"/>
          <w:szCs w:val="32"/>
        </w:rPr>
        <w:t xml:space="preserve"> </w:t>
      </w:r>
      <w:r w:rsidR="00CA0B6C">
        <w:rPr>
          <w:rFonts w:ascii="Arial" w:hAnsi="Arial" w:cs="Arial"/>
          <w:b/>
          <w:sz w:val="32"/>
          <w:szCs w:val="32"/>
        </w:rPr>
        <w:t xml:space="preserve">ENQUIRY </w:t>
      </w:r>
      <w:r w:rsidR="0072247E" w:rsidRPr="007C5C0B">
        <w:rPr>
          <w:rFonts w:ascii="Arial" w:hAnsi="Arial" w:cs="Arial"/>
          <w:b/>
          <w:sz w:val="32"/>
          <w:szCs w:val="32"/>
        </w:rPr>
        <w:t>FORM</w:t>
      </w:r>
    </w:p>
    <w:p w:rsidR="00A959CF" w:rsidRDefault="00A959CF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24"/>
        </w:rPr>
      </w:pPr>
    </w:p>
    <w:p w:rsidR="007C5C0B" w:rsidRDefault="007C5C0B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24"/>
        </w:rPr>
      </w:pPr>
    </w:p>
    <w:p w:rsidR="007C5C0B" w:rsidRPr="00526593" w:rsidRDefault="007C5C0B" w:rsidP="00EB1BAD">
      <w:pPr>
        <w:pStyle w:val="Header"/>
        <w:tabs>
          <w:tab w:val="clear" w:pos="4153"/>
          <w:tab w:val="clear" w:pos="8306"/>
        </w:tabs>
        <w:ind w:left="360"/>
        <w:jc w:val="center"/>
        <w:outlineLvl w:val="0"/>
        <w:rPr>
          <w:rFonts w:ascii="Arial" w:hAnsi="Arial" w:cs="Arial"/>
          <w:b/>
          <w:sz w:val="24"/>
        </w:rPr>
      </w:pPr>
    </w:p>
    <w:p w:rsidR="002D101B" w:rsidRDefault="00CA0B6C" w:rsidP="002919E6">
      <w:pPr>
        <w:pStyle w:val="Header"/>
        <w:tabs>
          <w:tab w:val="clear" w:pos="4153"/>
          <w:tab w:val="clear" w:pos="8306"/>
          <w:tab w:val="left" w:pos="9214"/>
        </w:tabs>
        <w:ind w:right="282"/>
        <w:outlineLvl w:val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</w:rPr>
        <w:t xml:space="preserve">     </w:t>
      </w:r>
      <w:r w:rsidR="00340C05" w:rsidRPr="00526593">
        <w:rPr>
          <w:rFonts w:ascii="Arial" w:hAnsi="Arial" w:cs="Arial"/>
          <w:b/>
          <w:sz w:val="24"/>
        </w:rPr>
        <w:t>DATE:</w:t>
      </w:r>
      <w:r w:rsidR="00B74607" w:rsidRPr="00AB2873">
        <w:rPr>
          <w:rFonts w:ascii="Arial" w:hAnsi="Arial" w:cs="Arial"/>
          <w:sz w:val="24"/>
          <w:u w:val="single"/>
        </w:rPr>
        <w:t xml:space="preserve"> </w:t>
      </w:r>
      <w:r w:rsidR="002919E6" w:rsidRPr="00AB2873">
        <w:rPr>
          <w:rFonts w:ascii="Arial" w:hAnsi="Arial" w:cs="Arial"/>
          <w:sz w:val="24"/>
          <w:u w:val="single"/>
        </w:rPr>
        <w:tab/>
      </w:r>
    </w:p>
    <w:p w:rsidR="00B74607" w:rsidRPr="00526593" w:rsidRDefault="00B74607" w:rsidP="002D101B">
      <w:pPr>
        <w:pStyle w:val="Header"/>
        <w:tabs>
          <w:tab w:val="clear" w:pos="4153"/>
          <w:tab w:val="clear" w:pos="8306"/>
          <w:tab w:val="left" w:leader="underscore" w:pos="9356"/>
        </w:tabs>
        <w:outlineLvl w:val="0"/>
        <w:rPr>
          <w:rFonts w:ascii="Arial" w:hAnsi="Arial" w:cs="Arial"/>
          <w:b/>
          <w:sz w:val="24"/>
        </w:rPr>
      </w:pPr>
    </w:p>
    <w:p w:rsidR="00391789" w:rsidRPr="00526593" w:rsidRDefault="00E309E6" w:rsidP="00EB51B4">
      <w:pPr>
        <w:pStyle w:val="Header"/>
        <w:tabs>
          <w:tab w:val="clear" w:pos="4153"/>
          <w:tab w:val="clear" w:pos="8306"/>
          <w:tab w:val="left" w:leader="underscore" w:pos="9356"/>
        </w:tabs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NAME</w:t>
      </w:r>
      <w:r w:rsidR="00340C05" w:rsidRPr="00526593">
        <w:rPr>
          <w:rFonts w:ascii="Arial" w:hAnsi="Arial" w:cs="Arial"/>
          <w:b/>
          <w:sz w:val="24"/>
        </w:rPr>
        <w:t>:</w:t>
      </w:r>
      <w:r w:rsidR="00EB51B4" w:rsidRPr="00AB2873">
        <w:rPr>
          <w:rFonts w:ascii="Arial" w:hAnsi="Arial" w:cs="Arial"/>
          <w:sz w:val="24"/>
        </w:rPr>
        <w:tab/>
      </w:r>
    </w:p>
    <w:p w:rsidR="00ED5A8D" w:rsidRPr="00526593" w:rsidRDefault="00ED5A8D" w:rsidP="00540AFC">
      <w:pPr>
        <w:pStyle w:val="Header"/>
        <w:tabs>
          <w:tab w:val="clear" w:pos="4153"/>
          <w:tab w:val="clear" w:pos="8306"/>
          <w:tab w:val="left" w:pos="9356"/>
        </w:tabs>
        <w:ind w:left="360"/>
        <w:rPr>
          <w:rFonts w:ascii="Arial" w:hAnsi="Arial" w:cs="Arial"/>
          <w:b/>
          <w:sz w:val="24"/>
        </w:rPr>
      </w:pPr>
    </w:p>
    <w:p w:rsidR="006414B0" w:rsidRPr="00526593" w:rsidRDefault="00526593" w:rsidP="00EB51B4">
      <w:pPr>
        <w:pStyle w:val="Header"/>
        <w:tabs>
          <w:tab w:val="clear" w:pos="4153"/>
          <w:tab w:val="clear" w:pos="8306"/>
          <w:tab w:val="left" w:leader="underscore" w:pos="9356"/>
        </w:tabs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ADDRESS:</w:t>
      </w:r>
      <w:r w:rsidR="00EB51B4" w:rsidRPr="00AB2873">
        <w:rPr>
          <w:rFonts w:ascii="Arial" w:hAnsi="Arial" w:cs="Arial"/>
          <w:sz w:val="24"/>
        </w:rPr>
        <w:tab/>
      </w:r>
    </w:p>
    <w:p w:rsidR="00ED5A8D" w:rsidRPr="00526593" w:rsidRDefault="00ED5A8D" w:rsidP="00340C05">
      <w:pPr>
        <w:pStyle w:val="Header"/>
        <w:tabs>
          <w:tab w:val="clear" w:pos="4153"/>
          <w:tab w:val="clear" w:pos="8306"/>
        </w:tabs>
        <w:ind w:left="360"/>
        <w:rPr>
          <w:rFonts w:ascii="Arial" w:hAnsi="Arial" w:cs="Arial"/>
          <w:b/>
          <w:sz w:val="24"/>
        </w:rPr>
      </w:pPr>
    </w:p>
    <w:p w:rsidR="00340C05" w:rsidRPr="00526593" w:rsidRDefault="00526593" w:rsidP="00EB51B4">
      <w:pPr>
        <w:pStyle w:val="Header"/>
        <w:tabs>
          <w:tab w:val="clear" w:pos="4153"/>
          <w:tab w:val="clear" w:pos="8306"/>
          <w:tab w:val="left" w:leader="underscore" w:pos="9356"/>
        </w:tabs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PHONE:</w:t>
      </w:r>
      <w:r w:rsidR="00EB51B4" w:rsidRPr="00AB2873">
        <w:rPr>
          <w:rFonts w:ascii="Arial" w:hAnsi="Arial" w:cs="Arial"/>
          <w:sz w:val="24"/>
        </w:rPr>
        <w:tab/>
      </w:r>
      <w:r w:rsidR="00EB51B4">
        <w:rPr>
          <w:rFonts w:ascii="Arial" w:hAnsi="Arial" w:cs="Arial"/>
          <w:b/>
          <w:sz w:val="24"/>
        </w:rPr>
        <w:t xml:space="preserve"> </w:t>
      </w:r>
    </w:p>
    <w:p w:rsidR="00ED5A8D" w:rsidRPr="00526593" w:rsidRDefault="00ED5A8D" w:rsidP="00340C05">
      <w:pPr>
        <w:pStyle w:val="Header"/>
        <w:tabs>
          <w:tab w:val="clear" w:pos="4153"/>
          <w:tab w:val="clear" w:pos="8306"/>
        </w:tabs>
        <w:ind w:left="360"/>
        <w:rPr>
          <w:rFonts w:ascii="Arial" w:hAnsi="Arial" w:cs="Arial"/>
          <w:b/>
          <w:sz w:val="24"/>
        </w:rPr>
      </w:pPr>
    </w:p>
    <w:p w:rsidR="007C5C0B" w:rsidRPr="007C5C0B" w:rsidRDefault="00BE14AF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 w:right="7371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AGE:</w:t>
      </w:r>
      <w:r w:rsidR="007C5C0B" w:rsidRPr="007C5C0B">
        <w:rPr>
          <w:rFonts w:ascii="Arial" w:hAnsi="Arial" w:cs="Arial"/>
          <w:sz w:val="24"/>
        </w:rPr>
        <w:tab/>
      </w:r>
      <w:r w:rsidR="007C5C0B" w:rsidRPr="007C5C0B">
        <w:rPr>
          <w:rFonts w:ascii="Arial" w:hAnsi="Arial" w:cs="Arial"/>
          <w:sz w:val="24"/>
        </w:rPr>
        <w:tab/>
      </w:r>
    </w:p>
    <w:p w:rsidR="007C5C0B" w:rsidRPr="007C5C0B" w:rsidRDefault="007C5C0B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 w:right="7371"/>
        <w:rPr>
          <w:rFonts w:ascii="Arial" w:hAnsi="Arial" w:cs="Arial"/>
          <w:sz w:val="24"/>
        </w:rPr>
      </w:pPr>
    </w:p>
    <w:p w:rsidR="002D101B" w:rsidRDefault="00BE14AF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 w:right="737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DOB:</w:t>
      </w:r>
      <w:r w:rsidR="007C5C0B">
        <w:rPr>
          <w:rFonts w:ascii="Arial" w:hAnsi="Arial" w:cs="Arial"/>
          <w:sz w:val="24"/>
        </w:rPr>
        <w:tab/>
      </w:r>
      <w:r w:rsidR="007C5C0B">
        <w:rPr>
          <w:rFonts w:ascii="Arial" w:hAnsi="Arial" w:cs="Arial"/>
          <w:sz w:val="24"/>
        </w:rPr>
        <w:tab/>
      </w:r>
    </w:p>
    <w:p w:rsidR="002D101B" w:rsidRDefault="002D101B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 w:right="7371"/>
        <w:rPr>
          <w:rFonts w:ascii="Arial" w:hAnsi="Arial" w:cs="Arial"/>
          <w:b/>
          <w:sz w:val="24"/>
        </w:rPr>
      </w:pPr>
    </w:p>
    <w:p w:rsidR="00340C05" w:rsidRPr="00526593" w:rsidRDefault="00340C05" w:rsidP="00340C05">
      <w:pPr>
        <w:pStyle w:val="Header"/>
        <w:tabs>
          <w:tab w:val="clear" w:pos="4153"/>
          <w:tab w:val="clear" w:pos="8306"/>
        </w:tabs>
        <w:ind w:left="360"/>
        <w:rPr>
          <w:rFonts w:ascii="Arial" w:hAnsi="Arial" w:cs="Arial"/>
          <w:b/>
          <w:sz w:val="24"/>
        </w:rPr>
      </w:pPr>
      <w:r w:rsidRPr="00526593">
        <w:rPr>
          <w:rFonts w:ascii="Arial" w:hAnsi="Arial" w:cs="Arial"/>
          <w:b/>
          <w:sz w:val="24"/>
        </w:rPr>
        <w:t xml:space="preserve">Please circle:  </w:t>
      </w:r>
      <w:r w:rsidR="00ED5A8D" w:rsidRPr="00526593">
        <w:rPr>
          <w:rFonts w:ascii="Arial" w:hAnsi="Arial" w:cs="Arial"/>
          <w:b/>
          <w:sz w:val="24"/>
        </w:rPr>
        <w:t>M</w:t>
      </w:r>
      <w:r w:rsidRPr="00526593">
        <w:rPr>
          <w:rFonts w:ascii="Arial" w:hAnsi="Arial" w:cs="Arial"/>
          <w:b/>
          <w:sz w:val="24"/>
        </w:rPr>
        <w:t>ale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/</w:t>
      </w:r>
      <w:r w:rsidR="00ED5A8D" w:rsidRPr="00526593">
        <w:rPr>
          <w:rFonts w:ascii="Arial" w:hAnsi="Arial" w:cs="Arial"/>
          <w:b/>
          <w:sz w:val="24"/>
        </w:rPr>
        <w:t xml:space="preserve"> F</w:t>
      </w:r>
      <w:r w:rsidRPr="00526593">
        <w:rPr>
          <w:rFonts w:ascii="Arial" w:hAnsi="Arial" w:cs="Arial"/>
          <w:b/>
          <w:sz w:val="24"/>
        </w:rPr>
        <w:t>emale            European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/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Maori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/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="00821CC1">
        <w:rPr>
          <w:rFonts w:ascii="Arial" w:hAnsi="Arial" w:cs="Arial"/>
          <w:b/>
          <w:sz w:val="24"/>
        </w:rPr>
        <w:t>Tongan / Samoan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/</w:t>
      </w:r>
      <w:r w:rsidR="00ED5A8D" w:rsidRPr="00526593">
        <w:rPr>
          <w:rFonts w:ascii="Arial" w:hAnsi="Arial" w:cs="Arial"/>
          <w:b/>
          <w:sz w:val="24"/>
        </w:rPr>
        <w:t xml:space="preserve"> </w:t>
      </w:r>
      <w:r w:rsidRPr="00526593">
        <w:rPr>
          <w:rFonts w:ascii="Arial" w:hAnsi="Arial" w:cs="Arial"/>
          <w:b/>
          <w:sz w:val="24"/>
        </w:rPr>
        <w:t>Other</w:t>
      </w:r>
    </w:p>
    <w:p w:rsidR="00ED5A8D" w:rsidRPr="00526593" w:rsidRDefault="00ED5A8D" w:rsidP="00340C05">
      <w:pPr>
        <w:pStyle w:val="Header"/>
        <w:tabs>
          <w:tab w:val="clear" w:pos="4153"/>
          <w:tab w:val="clear" w:pos="8306"/>
        </w:tabs>
        <w:ind w:left="360"/>
        <w:rPr>
          <w:rFonts w:ascii="Arial" w:hAnsi="Arial" w:cs="Arial"/>
          <w:b/>
          <w:sz w:val="24"/>
        </w:rPr>
      </w:pPr>
    </w:p>
    <w:p w:rsidR="00391789" w:rsidRPr="00526593" w:rsidRDefault="00391789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/>
        <w:outlineLvl w:val="0"/>
        <w:rPr>
          <w:rFonts w:ascii="Arial" w:hAnsi="Arial" w:cs="Arial"/>
          <w:b/>
          <w:sz w:val="24"/>
        </w:rPr>
      </w:pPr>
      <w:r w:rsidRPr="00526593">
        <w:rPr>
          <w:rFonts w:ascii="Arial" w:hAnsi="Arial" w:cs="Arial"/>
          <w:b/>
          <w:sz w:val="24"/>
        </w:rPr>
        <w:t xml:space="preserve">PARENT/CAREGIVER: </w:t>
      </w:r>
      <w:r w:rsidR="002D101B" w:rsidRPr="00AB2873">
        <w:rPr>
          <w:rFonts w:ascii="Arial" w:hAnsi="Arial" w:cs="Arial"/>
          <w:sz w:val="24"/>
        </w:rPr>
        <w:tab/>
      </w:r>
    </w:p>
    <w:p w:rsidR="002D101B" w:rsidRDefault="002D101B" w:rsidP="002D101B">
      <w:pPr>
        <w:pStyle w:val="Header"/>
        <w:tabs>
          <w:tab w:val="clear" w:pos="4153"/>
          <w:tab w:val="clear" w:pos="8306"/>
          <w:tab w:val="left" w:leader="underscore" w:pos="9356"/>
        </w:tabs>
        <w:ind w:left="357"/>
        <w:outlineLvl w:val="0"/>
        <w:rPr>
          <w:rFonts w:ascii="Arial" w:hAnsi="Arial" w:cs="Arial"/>
          <w:b/>
          <w:sz w:val="24"/>
        </w:rPr>
      </w:pPr>
    </w:p>
    <w:p w:rsidR="00EB1BAD" w:rsidRPr="00EB1BAD" w:rsidRDefault="00E309E6" w:rsidP="00560740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Support required for</w:t>
      </w:r>
      <w:r w:rsidR="00EB1BAD">
        <w:rPr>
          <w:rFonts w:ascii="Arial" w:hAnsi="Arial" w:cs="Arial"/>
          <w:b/>
          <w:sz w:val="24"/>
        </w:rPr>
        <w:t xml:space="preserve">:  </w:t>
      </w:r>
      <w:r w:rsidR="00EB1BAD">
        <w:rPr>
          <w:rFonts w:ascii="Arial" w:hAnsi="Arial" w:cs="Arial"/>
          <w:sz w:val="24"/>
        </w:rPr>
        <w:t>(tick</w:t>
      </w:r>
      <w:r w:rsidR="00E1341B">
        <w:rPr>
          <w:rFonts w:ascii="Arial" w:hAnsi="Arial" w:cs="Arial"/>
          <w:sz w:val="24"/>
        </w:rPr>
        <w:t>/highlight</w:t>
      </w:r>
      <w:r w:rsidR="00EB1BAD">
        <w:rPr>
          <w:rFonts w:ascii="Arial" w:hAnsi="Arial" w:cs="Arial"/>
          <w:sz w:val="24"/>
        </w:rPr>
        <w:t xml:space="preserve"> as many as required)</w:t>
      </w:r>
    </w:p>
    <w:p w:rsidR="00E309E6" w:rsidRDefault="00E309E6" w:rsidP="00560740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E309E6" w:rsidRDefault="00E309E6" w:rsidP="00560740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49777" wp14:editId="2D5354B9">
                <wp:simplePos x="0" y="0"/>
                <wp:positionH relativeFrom="column">
                  <wp:posOffset>628650</wp:posOffset>
                </wp:positionH>
                <wp:positionV relativeFrom="paragraph">
                  <wp:posOffset>262890</wp:posOffset>
                </wp:positionV>
                <wp:extent cx="219075" cy="161925"/>
                <wp:effectExtent l="9525" t="11430" r="9525" b="762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9A386" id="Rectangle 9" o:spid="_x0000_s1026" style="position:absolute;margin-left:49.5pt;margin-top:20.7pt;width:17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6024A" wp14:editId="42F2BCDB">
                <wp:simplePos x="0" y="0"/>
                <wp:positionH relativeFrom="column">
                  <wp:posOffset>1466850</wp:posOffset>
                </wp:positionH>
                <wp:positionV relativeFrom="paragraph">
                  <wp:posOffset>26670</wp:posOffset>
                </wp:positionV>
                <wp:extent cx="219075" cy="161925"/>
                <wp:effectExtent l="9525" t="11430" r="9525" b="762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4DC9F" id="Rectangle 7" o:spid="_x0000_s1026" style="position:absolute;margin-left:115.5pt;margin-top:2.1pt;width:17.2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sz w:val="24"/>
        </w:rPr>
        <w:t>Drivers Licence</w:t>
      </w:r>
    </w:p>
    <w:p w:rsidR="00E309E6" w:rsidRDefault="00E309E6" w:rsidP="00560740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C70B1" wp14:editId="3B1BF59E">
                <wp:simplePos x="0" y="0"/>
                <wp:positionH relativeFrom="column">
                  <wp:posOffset>1685925</wp:posOffset>
                </wp:positionH>
                <wp:positionV relativeFrom="paragraph">
                  <wp:posOffset>247650</wp:posOffset>
                </wp:positionV>
                <wp:extent cx="219075" cy="161925"/>
                <wp:effectExtent l="9525" t="11430" r="9525" b="762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03F8F" id="Rectangle 8" o:spid="_x0000_s1026" style="position:absolute;margin-left:132.75pt;margin-top:19.5pt;width:17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sz w:val="24"/>
        </w:rPr>
        <w:t>CV</w:t>
      </w:r>
    </w:p>
    <w:p w:rsidR="00E309E6" w:rsidRDefault="00E309E6" w:rsidP="00560740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Drugs and Alcohol </w:t>
      </w:r>
    </w:p>
    <w:p w:rsidR="00EB1BAD" w:rsidRDefault="007C5C0B" w:rsidP="00E309E6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322AB" wp14:editId="2CC5B8B0">
                <wp:simplePos x="0" y="0"/>
                <wp:positionH relativeFrom="column">
                  <wp:posOffset>1400175</wp:posOffset>
                </wp:positionH>
                <wp:positionV relativeFrom="paragraph">
                  <wp:posOffset>262890</wp:posOffset>
                </wp:positionV>
                <wp:extent cx="219075" cy="161925"/>
                <wp:effectExtent l="9525" t="11430" r="9525" b="7620"/>
                <wp:wrapNone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82DD2" id="Rectangle 7" o:spid="_x0000_s1026" style="position:absolute;margin-left:110.25pt;margin-top:20.7pt;width:17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6/HQIAADw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"/>
            </w:pict>
          </mc:Fallback>
        </mc:AlternateContent>
      </w:r>
      <w:r w:rsidR="00E309E6"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4B051D" wp14:editId="311006D2">
                <wp:simplePos x="0" y="0"/>
                <wp:positionH relativeFrom="column">
                  <wp:posOffset>2009775</wp:posOffset>
                </wp:positionH>
                <wp:positionV relativeFrom="paragraph">
                  <wp:posOffset>19685</wp:posOffset>
                </wp:positionV>
                <wp:extent cx="219075" cy="161925"/>
                <wp:effectExtent l="9525" t="11430" r="9525" b="762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8E0B1" id="Rectangle 5" o:spid="_x0000_s1026" style="position:absolute;margin-left:158.25pt;margin-top:1.55pt;width:17.2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K9Hg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"/>
            </w:pict>
          </mc:Fallback>
        </mc:AlternateContent>
      </w:r>
      <w:r w:rsidR="00E309E6">
        <w:rPr>
          <w:rFonts w:ascii="Arial" w:hAnsi="Arial" w:cs="Arial"/>
          <w:b/>
          <w:sz w:val="24"/>
        </w:rPr>
        <w:t xml:space="preserve">Family/Whanau issues  </w:t>
      </w:r>
    </w:p>
    <w:p w:rsidR="00E309E6" w:rsidRDefault="00CA0B6C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D82B48" wp14:editId="11013E94">
                <wp:simplePos x="0" y="0"/>
                <wp:positionH relativeFrom="column">
                  <wp:posOffset>3352800</wp:posOffset>
                </wp:positionH>
                <wp:positionV relativeFrom="paragraph">
                  <wp:posOffset>260350</wp:posOffset>
                </wp:positionV>
                <wp:extent cx="219075" cy="161925"/>
                <wp:effectExtent l="9525" t="11430" r="9525" b="762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F20AD" id="Rectangle 7" o:spid="_x0000_s1026" style="position:absolute;margin-left:264pt;margin-top:20.5pt;width:17.25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"/>
            </w:pict>
          </mc:Fallback>
        </mc:AlternateContent>
      </w:r>
      <w:r w:rsidR="00EB1BAD">
        <w:rPr>
          <w:rFonts w:ascii="Arial" w:hAnsi="Arial" w:cs="Arial"/>
          <w:b/>
          <w:sz w:val="24"/>
        </w:rPr>
        <w:t xml:space="preserve">General </w:t>
      </w:r>
      <w:r w:rsidR="00E309E6">
        <w:rPr>
          <w:rFonts w:ascii="Arial" w:hAnsi="Arial" w:cs="Arial"/>
          <w:b/>
          <w:sz w:val="24"/>
        </w:rPr>
        <w:t xml:space="preserve">Health  </w:t>
      </w:r>
    </w:p>
    <w:p w:rsidR="00CA0B6C" w:rsidRDefault="00CA0B6C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Youth payments / Young Parent Payments</w:t>
      </w:r>
    </w:p>
    <w:p w:rsidR="00CA0B6C" w:rsidRDefault="00CA0B6C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B5B64" wp14:editId="480DC9BE">
                <wp:simplePos x="0" y="0"/>
                <wp:positionH relativeFrom="column">
                  <wp:posOffset>1038225</wp:posOffset>
                </wp:positionH>
                <wp:positionV relativeFrom="paragraph">
                  <wp:posOffset>19685</wp:posOffset>
                </wp:positionV>
                <wp:extent cx="219075" cy="161925"/>
                <wp:effectExtent l="9525" t="11430" r="9525" b="762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EF529" id="Rectangle 7" o:spid="_x0000_s1026" style="position:absolute;margin-left:81.75pt;margin-top:1.55pt;width:17.2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4"/>
        </w:rPr>
        <w:t>Education</w:t>
      </w:r>
    </w:p>
    <w:p w:rsidR="00CA0B6C" w:rsidRDefault="00CA0B6C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0B099C" wp14:editId="247C8D99">
                <wp:simplePos x="0" y="0"/>
                <wp:positionH relativeFrom="column">
                  <wp:posOffset>3133725</wp:posOffset>
                </wp:positionH>
                <wp:positionV relativeFrom="paragraph">
                  <wp:posOffset>29845</wp:posOffset>
                </wp:positionV>
                <wp:extent cx="219075" cy="161925"/>
                <wp:effectExtent l="9525" t="11430" r="9525" b="762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0255B" id="Rectangle 7" o:spid="_x0000_s1026" style="position:absolute;margin-left:246.75pt;margin-top:2.35pt;width:17.25pt;height:1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sz w:val="24"/>
        </w:rPr>
        <w:t>Help getting Photo ID / Birth Certificate</w:t>
      </w:r>
    </w:p>
    <w:p w:rsidR="00EB1BAD" w:rsidRDefault="007C5C0B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71109" wp14:editId="35F560DC">
                <wp:simplePos x="0" y="0"/>
                <wp:positionH relativeFrom="column">
                  <wp:posOffset>1533525</wp:posOffset>
                </wp:positionH>
                <wp:positionV relativeFrom="paragraph">
                  <wp:posOffset>262890</wp:posOffset>
                </wp:positionV>
                <wp:extent cx="219075" cy="161925"/>
                <wp:effectExtent l="9525" t="11430" r="9525" b="762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749F5" id="Rectangle 7" o:spid="_x0000_s1026" style="position:absolute;margin-left:120.75pt;margin-top:20.7pt;width:17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734886" wp14:editId="08B22103">
                <wp:simplePos x="0" y="0"/>
                <wp:positionH relativeFrom="column">
                  <wp:posOffset>1314450</wp:posOffset>
                </wp:positionH>
                <wp:positionV relativeFrom="paragraph">
                  <wp:posOffset>11430</wp:posOffset>
                </wp:positionV>
                <wp:extent cx="219075" cy="161925"/>
                <wp:effectExtent l="9525" t="11430" r="9525" b="762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6DD88" id="Rectangle 7" o:spid="_x0000_s1026" style="position:absolute;margin-left:103.5pt;margin-top:.9pt;width:17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"/>
            </w:pict>
          </mc:Fallback>
        </mc:AlternateContent>
      </w:r>
      <w:r w:rsidR="00EB1BAD">
        <w:rPr>
          <w:rFonts w:ascii="Arial" w:hAnsi="Arial" w:cs="Arial"/>
          <w:b/>
          <w:sz w:val="24"/>
        </w:rPr>
        <w:t>Mental Health</w:t>
      </w:r>
      <w:r w:rsidR="00E309E6">
        <w:rPr>
          <w:rFonts w:ascii="Arial" w:hAnsi="Arial" w:cs="Arial"/>
          <w:b/>
          <w:sz w:val="24"/>
        </w:rPr>
        <w:t xml:space="preserve">  </w:t>
      </w:r>
    </w:p>
    <w:p w:rsidR="00E1341B" w:rsidRDefault="00E1341B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Career Planning</w:t>
      </w:r>
    </w:p>
    <w:p w:rsidR="00E309E6" w:rsidRPr="00E1341B" w:rsidRDefault="00E1341B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D4F53" wp14:editId="2978F3ED">
                <wp:simplePos x="0" y="0"/>
                <wp:positionH relativeFrom="column">
                  <wp:posOffset>704850</wp:posOffset>
                </wp:positionH>
                <wp:positionV relativeFrom="paragraph">
                  <wp:posOffset>5715</wp:posOffset>
                </wp:positionV>
                <wp:extent cx="219075" cy="161925"/>
                <wp:effectExtent l="9525" t="11430" r="9525" b="762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4C6D0" id="Rectangle 7" o:spid="_x0000_s1026" style="position:absolute;margin-left:55.5pt;margin-top:.45pt;width:17.2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5FqHAIAADs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"/>
            </w:pict>
          </mc:Fallback>
        </mc:AlternateContent>
      </w:r>
      <w:r w:rsidR="00E309E6">
        <w:rPr>
          <w:rFonts w:ascii="Arial" w:hAnsi="Arial" w:cs="Arial"/>
          <w:b/>
          <w:sz w:val="24"/>
        </w:rPr>
        <w:t>Other</w:t>
      </w:r>
      <w:r w:rsidR="00CA0B6C">
        <w:rPr>
          <w:rFonts w:ascii="Arial" w:hAnsi="Arial" w:cs="Arial"/>
          <w:b/>
          <w:sz w:val="24"/>
        </w:rPr>
        <w:t xml:space="preserve">          </w:t>
      </w:r>
      <w:r w:rsidR="00CA0B6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(please specify)</w:t>
      </w:r>
      <w:r>
        <w:rPr>
          <w:rFonts w:ascii="Arial" w:hAnsi="Arial" w:cs="Arial"/>
          <w:sz w:val="24"/>
        </w:rPr>
        <w:tab/>
      </w:r>
    </w:p>
    <w:p w:rsidR="00E309E6" w:rsidRDefault="00E309E6" w:rsidP="00EB1BAD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Arial" w:hAnsi="Arial" w:cs="Arial"/>
          <w:b/>
          <w:sz w:val="24"/>
        </w:rPr>
      </w:pPr>
    </w:p>
    <w:p w:rsidR="00B72E8C" w:rsidRPr="00EB1BAD" w:rsidRDefault="00E309E6" w:rsidP="00CA0B6C">
      <w:pPr>
        <w:pStyle w:val="Header"/>
        <w:tabs>
          <w:tab w:val="clear" w:pos="4153"/>
          <w:tab w:val="clear" w:pos="8306"/>
          <w:tab w:val="left" w:leader="underscore" w:pos="9356"/>
        </w:tabs>
        <w:spacing w:line="360" w:lineRule="auto"/>
        <w:ind w:left="357"/>
        <w:outlineLvl w:val="0"/>
        <w:rPr>
          <w:rFonts w:ascii="Times New Roman" w:hAnsi="Times New Roman"/>
          <w:sz w:val="24"/>
        </w:rPr>
      </w:pPr>
      <w:r>
        <w:rPr>
          <w:rFonts w:ascii="Arial" w:hAnsi="Arial" w:cs="Arial"/>
          <w:b/>
          <w:sz w:val="24"/>
        </w:rPr>
        <w:t>Education level achieved:</w:t>
      </w:r>
      <w:r w:rsidRPr="007C5C0B">
        <w:rPr>
          <w:rFonts w:ascii="Arial" w:hAnsi="Arial" w:cs="Arial"/>
          <w:sz w:val="24"/>
        </w:rPr>
        <w:tab/>
      </w:r>
      <w:r w:rsidRPr="007C5C0B">
        <w:rPr>
          <w:rFonts w:ascii="Arial" w:hAnsi="Arial" w:cs="Arial"/>
          <w:sz w:val="24"/>
        </w:rPr>
        <w:tab/>
      </w:r>
      <w:r w:rsidRPr="007C5C0B">
        <w:rPr>
          <w:rFonts w:ascii="Arial" w:hAnsi="Arial" w:cs="Arial"/>
          <w:sz w:val="24"/>
        </w:rPr>
        <w:tab/>
        <w:t>-</w:t>
      </w:r>
      <w:r w:rsidRPr="007C5C0B">
        <w:rPr>
          <w:rFonts w:ascii="Arial" w:hAnsi="Arial" w:cs="Arial"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sectPr w:rsidR="00B72E8C" w:rsidRPr="00EB1BAD" w:rsidSect="005C5F4A">
      <w:head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9E" w:rsidRDefault="0078769E">
      <w:r>
        <w:separator/>
      </w:r>
    </w:p>
  </w:endnote>
  <w:endnote w:type="continuationSeparator" w:id="0">
    <w:p w:rsidR="0078769E" w:rsidRDefault="0078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 Mäori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 Mäori">
    <w:altName w:val="Maiandra G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9E" w:rsidRDefault="0078769E">
      <w:r>
        <w:separator/>
      </w:r>
    </w:p>
  </w:footnote>
  <w:footnote w:type="continuationSeparator" w:id="0">
    <w:p w:rsidR="0078769E" w:rsidRDefault="00787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7D5" w:rsidRPr="008917D5" w:rsidRDefault="00B72E8C" w:rsidP="008917D5">
    <w:pPr>
      <w:pStyle w:val="Header"/>
      <w:tabs>
        <w:tab w:val="clear" w:pos="4153"/>
        <w:tab w:val="clear" w:pos="8306"/>
        <w:tab w:val="left" w:pos="1440"/>
        <w:tab w:val="left" w:pos="1854"/>
        <w:tab w:val="left" w:pos="3255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  <w:lang w:val="en-NZ" w:eastAsia="en-NZ"/>
      </w:rPr>
      <w:drawing>
        <wp:inline distT="0" distB="0" distL="0" distR="0">
          <wp:extent cx="2429214" cy="85737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Youth Service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9214" cy="857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2E8C">
      <w:rPr>
        <w:rFonts w:ascii="Times New Roman" w:hAnsi="Times New Roman"/>
        <w:sz w:val="20"/>
        <w:szCs w:val="20"/>
      </w:rPr>
      <w:ptab w:relativeTo="margin" w:alignment="center" w:leader="none"/>
    </w:r>
    <w:r w:rsidRPr="00B72E8C">
      <w:rPr>
        <w:rFonts w:ascii="Times New Roman" w:hAnsi="Times New Roman"/>
        <w:sz w:val="20"/>
        <w:szCs w:val="20"/>
      </w:rPr>
      <w:ptab w:relativeTo="margin" w:alignment="right" w:leader="none"/>
    </w:r>
    <w:r>
      <w:rPr>
        <w:rFonts w:ascii="Times New Roman" w:hAnsi="Times New Roman"/>
        <w:noProof/>
        <w:sz w:val="20"/>
        <w:szCs w:val="20"/>
        <w:lang w:val="en-NZ" w:eastAsia="en-NZ"/>
      </w:rPr>
      <w:drawing>
        <wp:inline distT="0" distB="0" distL="0" distR="0">
          <wp:extent cx="2438400" cy="886968"/>
          <wp:effectExtent l="0" t="0" r="0" b="889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TTM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886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A27DA"/>
    <w:multiLevelType w:val="hybridMultilevel"/>
    <w:tmpl w:val="E15282D8"/>
    <w:lvl w:ilvl="0" w:tplc="84068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9D0"/>
    <w:multiLevelType w:val="hybridMultilevel"/>
    <w:tmpl w:val="79C04F98"/>
    <w:lvl w:ilvl="0" w:tplc="04090001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43AE676">
      <w:start w:val="2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9668CC"/>
    <w:multiLevelType w:val="hybridMultilevel"/>
    <w:tmpl w:val="D0F4B890"/>
    <w:lvl w:ilvl="0" w:tplc="F4AE5A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9B16AA"/>
    <w:multiLevelType w:val="hybridMultilevel"/>
    <w:tmpl w:val="952E7B34"/>
    <w:lvl w:ilvl="0" w:tplc="0409000B">
      <w:start w:val="2003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F236C3"/>
    <w:multiLevelType w:val="hybridMultilevel"/>
    <w:tmpl w:val="94006DC0"/>
    <w:lvl w:ilvl="0" w:tplc="FB882A28">
      <w:start w:val="16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6DD37F86"/>
    <w:multiLevelType w:val="hybridMultilevel"/>
    <w:tmpl w:val="3558B9D2"/>
    <w:lvl w:ilvl="0" w:tplc="0409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B0"/>
    <w:rsid w:val="00034AC7"/>
    <w:rsid w:val="00061431"/>
    <w:rsid w:val="000624F0"/>
    <w:rsid w:val="000E16F0"/>
    <w:rsid w:val="000F6620"/>
    <w:rsid w:val="0015461B"/>
    <w:rsid w:val="001549B2"/>
    <w:rsid w:val="001B5C40"/>
    <w:rsid w:val="001D3CBB"/>
    <w:rsid w:val="001F3F19"/>
    <w:rsid w:val="00210A60"/>
    <w:rsid w:val="002919E6"/>
    <w:rsid w:val="002B496D"/>
    <w:rsid w:val="002D101B"/>
    <w:rsid w:val="002D3AB4"/>
    <w:rsid w:val="002F382D"/>
    <w:rsid w:val="00340C05"/>
    <w:rsid w:val="00347CF1"/>
    <w:rsid w:val="00373F95"/>
    <w:rsid w:val="00385A54"/>
    <w:rsid w:val="00391789"/>
    <w:rsid w:val="003C2858"/>
    <w:rsid w:val="003C7255"/>
    <w:rsid w:val="003F7860"/>
    <w:rsid w:val="0046168E"/>
    <w:rsid w:val="0046677F"/>
    <w:rsid w:val="00505CBF"/>
    <w:rsid w:val="00526593"/>
    <w:rsid w:val="00540AFC"/>
    <w:rsid w:val="00560740"/>
    <w:rsid w:val="0059423F"/>
    <w:rsid w:val="005C5245"/>
    <w:rsid w:val="005C5F4A"/>
    <w:rsid w:val="005F07E6"/>
    <w:rsid w:val="00601CE8"/>
    <w:rsid w:val="006053B6"/>
    <w:rsid w:val="00615961"/>
    <w:rsid w:val="006237DA"/>
    <w:rsid w:val="006414B0"/>
    <w:rsid w:val="0068594B"/>
    <w:rsid w:val="00690D29"/>
    <w:rsid w:val="006B4064"/>
    <w:rsid w:val="006C140F"/>
    <w:rsid w:val="0072247E"/>
    <w:rsid w:val="00766C33"/>
    <w:rsid w:val="0078769E"/>
    <w:rsid w:val="007C45A8"/>
    <w:rsid w:val="007C5C0B"/>
    <w:rsid w:val="00821CC1"/>
    <w:rsid w:val="00836162"/>
    <w:rsid w:val="00840114"/>
    <w:rsid w:val="0089124C"/>
    <w:rsid w:val="008917D5"/>
    <w:rsid w:val="009302FB"/>
    <w:rsid w:val="00970138"/>
    <w:rsid w:val="009A6BDC"/>
    <w:rsid w:val="00A1217D"/>
    <w:rsid w:val="00A21A37"/>
    <w:rsid w:val="00A41A73"/>
    <w:rsid w:val="00A46ADE"/>
    <w:rsid w:val="00A71778"/>
    <w:rsid w:val="00A959CF"/>
    <w:rsid w:val="00AB2873"/>
    <w:rsid w:val="00AE5594"/>
    <w:rsid w:val="00B079FB"/>
    <w:rsid w:val="00B72E8C"/>
    <w:rsid w:val="00B74607"/>
    <w:rsid w:val="00B7623E"/>
    <w:rsid w:val="00BE14AF"/>
    <w:rsid w:val="00C43103"/>
    <w:rsid w:val="00C76084"/>
    <w:rsid w:val="00CA0B6C"/>
    <w:rsid w:val="00CA3917"/>
    <w:rsid w:val="00CC0FD5"/>
    <w:rsid w:val="00D2297D"/>
    <w:rsid w:val="00D516BE"/>
    <w:rsid w:val="00D76E0F"/>
    <w:rsid w:val="00D84429"/>
    <w:rsid w:val="00D92984"/>
    <w:rsid w:val="00D92AD2"/>
    <w:rsid w:val="00DA7909"/>
    <w:rsid w:val="00E1341B"/>
    <w:rsid w:val="00E309E6"/>
    <w:rsid w:val="00E94DA4"/>
    <w:rsid w:val="00EA51B3"/>
    <w:rsid w:val="00EB1BAD"/>
    <w:rsid w:val="00EB51B4"/>
    <w:rsid w:val="00ED5A8D"/>
    <w:rsid w:val="00EF593B"/>
    <w:rsid w:val="00F144E9"/>
    <w:rsid w:val="00F915A7"/>
    <w:rsid w:val="00FA1435"/>
    <w:rsid w:val="00FB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DFE86E4-BF92-4B8E-B724-963B210F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ook Antiqua Mäori" w:hAnsi="Book Antiqua Mäori"/>
      <w:sz w:val="22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Maiandra GD Mäori" w:hAnsi="Maiandra GD Mäor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94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423F"/>
    <w:rPr>
      <w:rFonts w:ascii="Tahoma" w:hAnsi="Tahoma" w:cs="Tahoma"/>
      <w:sz w:val="16"/>
      <w:szCs w:val="16"/>
      <w:lang w:val="en-AU" w:eastAsia="en-US"/>
    </w:rPr>
  </w:style>
  <w:style w:type="paragraph" w:styleId="DocumentMap">
    <w:name w:val="Document Map"/>
    <w:basedOn w:val="Normal"/>
    <w:link w:val="DocumentMapChar"/>
    <w:rsid w:val="00034A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34AC7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72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LDTS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LDTS Letterhead.dot</Template>
  <TotalTime>1</TotalTime>
  <Pages>1</Pages>
  <Words>70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28 April 2003</vt:lpstr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April 2003</dc:title>
  <dc:creator>TRUANCY</dc:creator>
  <cp:lastModifiedBy>Debra Baker</cp:lastModifiedBy>
  <cp:revision>2</cp:revision>
  <cp:lastPrinted>2017-03-27T19:41:00Z</cp:lastPrinted>
  <dcterms:created xsi:type="dcterms:W3CDTF">2017-03-27T19:44:00Z</dcterms:created>
  <dcterms:modified xsi:type="dcterms:W3CDTF">2017-03-27T19:44:00Z</dcterms:modified>
</cp:coreProperties>
</file>